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41FFC" w14:textId="77777777" w:rsidR="00E47065" w:rsidRPr="001E1381" w:rsidRDefault="00E47065" w:rsidP="00815111">
      <w:pPr>
        <w:spacing w:line="276" w:lineRule="auto"/>
        <w:rPr>
          <w:rFonts w:ascii="Arial" w:hAnsi="Arial" w:cs="Arial"/>
          <w:sz w:val="20"/>
          <w:szCs w:val="20"/>
        </w:rPr>
      </w:pPr>
    </w:p>
    <w:p w14:paraId="038E56B9" w14:textId="54370294" w:rsidR="00815111" w:rsidRPr="001E1381" w:rsidRDefault="001E1381" w:rsidP="00815111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[M</w:t>
      </w:r>
      <w:r w:rsidR="003E5916" w:rsidRPr="001E1381">
        <w:rPr>
          <w:rFonts w:ascii="Arial" w:hAnsi="Arial" w:cs="Arial"/>
          <w:sz w:val="20"/>
          <w:szCs w:val="20"/>
        </w:rPr>
        <w:t>iejscowość</w:t>
      </w:r>
      <w:r>
        <w:rPr>
          <w:rFonts w:ascii="Arial" w:hAnsi="Arial" w:cs="Arial"/>
          <w:sz w:val="20"/>
          <w:szCs w:val="20"/>
        </w:rPr>
        <w:t>]</w:t>
      </w:r>
      <w:r w:rsidR="00815111" w:rsidRPr="001E1381">
        <w:rPr>
          <w:rFonts w:ascii="Arial" w:hAnsi="Arial" w:cs="Arial"/>
          <w:sz w:val="20"/>
          <w:szCs w:val="20"/>
        </w:rPr>
        <w:t xml:space="preserve">, dnia </w:t>
      </w:r>
      <w:r w:rsidR="003E5916" w:rsidRPr="001E1381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2025 r.</w:t>
      </w:r>
    </w:p>
    <w:p w14:paraId="06A1A751" w14:textId="77777777" w:rsidR="00815111" w:rsidRPr="001E1381" w:rsidRDefault="00815111" w:rsidP="00815111">
      <w:pPr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29C7312" w14:textId="60B99878" w:rsidR="00815111" w:rsidRPr="001E1381" w:rsidRDefault="00815111" w:rsidP="003E5916">
      <w:pPr>
        <w:spacing w:line="276" w:lineRule="auto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1E1381">
        <w:rPr>
          <w:rFonts w:ascii="Arial" w:hAnsi="Arial" w:cs="Arial"/>
          <w:b/>
          <w:sz w:val="20"/>
          <w:szCs w:val="20"/>
        </w:rPr>
        <w:t xml:space="preserve">Sąd Rejonowy </w:t>
      </w:r>
      <w:r w:rsidR="003E5916" w:rsidRPr="001E1381">
        <w:rPr>
          <w:rFonts w:ascii="Arial" w:hAnsi="Arial" w:cs="Arial"/>
          <w:b/>
          <w:sz w:val="20"/>
          <w:szCs w:val="20"/>
        </w:rPr>
        <w:t>w</w:t>
      </w:r>
      <w:r w:rsidR="001E1381">
        <w:rPr>
          <w:rFonts w:ascii="Arial" w:hAnsi="Arial" w:cs="Arial"/>
          <w:b/>
          <w:sz w:val="20"/>
          <w:szCs w:val="20"/>
        </w:rPr>
        <w:t xml:space="preserve"> </w:t>
      </w:r>
      <w:r w:rsidR="001E1381" w:rsidRPr="00436C5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1E1381"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="001E1381"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6F72632" w14:textId="44689D01" w:rsidR="00815111" w:rsidRPr="001E1381" w:rsidRDefault="003E5916" w:rsidP="00815111">
      <w:pPr>
        <w:spacing w:line="276" w:lineRule="auto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1E1381">
        <w:rPr>
          <w:rFonts w:ascii="Arial" w:hAnsi="Arial" w:cs="Arial"/>
          <w:b/>
          <w:sz w:val="20"/>
          <w:szCs w:val="20"/>
        </w:rPr>
        <w:t>…</w:t>
      </w:r>
      <w:r w:rsidR="00815111" w:rsidRPr="001E1381">
        <w:rPr>
          <w:rFonts w:ascii="Arial" w:hAnsi="Arial" w:cs="Arial"/>
          <w:b/>
          <w:sz w:val="20"/>
          <w:szCs w:val="20"/>
        </w:rPr>
        <w:t xml:space="preserve"> Wydział </w:t>
      </w:r>
      <w:r w:rsidRPr="001E1381">
        <w:rPr>
          <w:rFonts w:ascii="Arial" w:hAnsi="Arial" w:cs="Arial"/>
          <w:b/>
          <w:sz w:val="20"/>
          <w:szCs w:val="20"/>
        </w:rPr>
        <w:t>………………..</w:t>
      </w:r>
    </w:p>
    <w:p w14:paraId="12812FE6" w14:textId="2F980473" w:rsidR="00815111" w:rsidRPr="001E1381" w:rsidRDefault="00815111" w:rsidP="00815111">
      <w:pPr>
        <w:spacing w:line="276" w:lineRule="auto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1E1381">
        <w:rPr>
          <w:rFonts w:ascii="Arial" w:hAnsi="Arial" w:cs="Arial"/>
          <w:b/>
          <w:sz w:val="20"/>
          <w:szCs w:val="20"/>
        </w:rPr>
        <w:t xml:space="preserve">ul. </w:t>
      </w:r>
      <w:r w:rsidR="001E1381">
        <w:rPr>
          <w:rFonts w:ascii="Arial" w:hAnsi="Arial" w:cs="Arial"/>
          <w:b/>
          <w:sz w:val="20"/>
          <w:szCs w:val="20"/>
        </w:rPr>
        <w:t>[</w:t>
      </w:r>
      <w:r w:rsidR="001E1381"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="001E1381"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1174BF9" w14:textId="481E65F9" w:rsidR="00815111" w:rsidRPr="001E1381" w:rsidRDefault="001E1381" w:rsidP="00815111">
      <w:pPr>
        <w:spacing w:line="276" w:lineRule="auto"/>
        <w:ind w:firstLine="5387"/>
        <w:jc w:val="both"/>
        <w:rPr>
          <w:rFonts w:ascii="Arial" w:hAnsi="Arial" w:cs="Arial"/>
          <w:b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5CA3285" w14:textId="77777777" w:rsidR="00815111" w:rsidRPr="001E1381" w:rsidRDefault="00815111" w:rsidP="00815111">
      <w:pPr>
        <w:spacing w:line="276" w:lineRule="auto"/>
        <w:ind w:firstLine="5387"/>
        <w:jc w:val="both"/>
        <w:rPr>
          <w:rFonts w:ascii="Arial" w:hAnsi="Arial" w:cs="Arial"/>
          <w:b/>
          <w:sz w:val="20"/>
          <w:szCs w:val="20"/>
          <w:highlight w:val="yellow"/>
        </w:rPr>
      </w:pPr>
    </w:p>
    <w:p w14:paraId="7024ED94" w14:textId="77777777" w:rsidR="00815111" w:rsidRPr="001E1381" w:rsidRDefault="00815111" w:rsidP="00815111">
      <w:pPr>
        <w:spacing w:line="276" w:lineRule="auto"/>
        <w:ind w:left="1410" w:hanging="1410"/>
        <w:jc w:val="both"/>
        <w:rPr>
          <w:rFonts w:ascii="Arial" w:hAnsi="Arial" w:cs="Arial"/>
          <w:b/>
          <w:sz w:val="20"/>
          <w:szCs w:val="20"/>
        </w:rPr>
      </w:pPr>
    </w:p>
    <w:p w14:paraId="690118D1" w14:textId="6F557E36" w:rsidR="00815111" w:rsidRPr="001E1381" w:rsidRDefault="00815111" w:rsidP="00815111">
      <w:pPr>
        <w:spacing w:line="276" w:lineRule="auto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1E1381">
        <w:rPr>
          <w:rFonts w:ascii="Arial" w:hAnsi="Arial" w:cs="Arial"/>
          <w:b/>
          <w:sz w:val="20"/>
          <w:szCs w:val="20"/>
        </w:rPr>
        <w:t xml:space="preserve">Powód: </w:t>
      </w:r>
      <w:r w:rsidR="003E5916" w:rsidRPr="001E1381">
        <w:rPr>
          <w:rFonts w:ascii="Arial" w:hAnsi="Arial" w:cs="Arial"/>
          <w:b/>
          <w:sz w:val="20"/>
          <w:szCs w:val="20"/>
        </w:rPr>
        <w:tab/>
      </w:r>
      <w:r w:rsidR="001E1381">
        <w:rPr>
          <w:rFonts w:ascii="Arial" w:hAnsi="Arial" w:cs="Arial"/>
          <w:b/>
          <w:sz w:val="20"/>
          <w:szCs w:val="20"/>
        </w:rPr>
        <w:t>[</w:t>
      </w:r>
      <w:r w:rsidR="003E5916" w:rsidRPr="001E1381">
        <w:rPr>
          <w:rFonts w:ascii="Arial" w:hAnsi="Arial" w:cs="Arial"/>
          <w:b/>
          <w:sz w:val="20"/>
          <w:szCs w:val="20"/>
        </w:rPr>
        <w:t>dane powoda</w:t>
      </w:r>
      <w:r w:rsidR="001E1381">
        <w:rPr>
          <w:rFonts w:ascii="Arial" w:hAnsi="Arial" w:cs="Arial"/>
          <w:b/>
          <w:sz w:val="20"/>
          <w:szCs w:val="20"/>
        </w:rPr>
        <w:t>: imię, nazwisko, adres zamieszkania]</w:t>
      </w:r>
    </w:p>
    <w:p w14:paraId="67F29C63" w14:textId="77777777" w:rsidR="00815111" w:rsidRPr="001E1381" w:rsidRDefault="00815111" w:rsidP="00815111">
      <w:pPr>
        <w:spacing w:line="276" w:lineRule="auto"/>
        <w:ind w:left="1410" w:hanging="1410"/>
        <w:jc w:val="both"/>
        <w:rPr>
          <w:rFonts w:ascii="Arial" w:hAnsi="Arial" w:cs="Arial"/>
          <w:b/>
          <w:sz w:val="20"/>
          <w:szCs w:val="20"/>
        </w:rPr>
      </w:pPr>
    </w:p>
    <w:p w14:paraId="6A220315" w14:textId="04C4D59B" w:rsidR="00815111" w:rsidRPr="001E1381" w:rsidRDefault="00815111" w:rsidP="00815111">
      <w:pPr>
        <w:spacing w:line="276" w:lineRule="auto"/>
        <w:ind w:left="1410" w:hanging="1410"/>
        <w:jc w:val="both"/>
        <w:rPr>
          <w:rFonts w:ascii="Arial" w:hAnsi="Arial" w:cs="Arial"/>
          <w:sz w:val="20"/>
          <w:szCs w:val="20"/>
        </w:rPr>
      </w:pPr>
      <w:r w:rsidRPr="001E1381">
        <w:rPr>
          <w:rFonts w:ascii="Arial" w:hAnsi="Arial" w:cs="Arial"/>
          <w:b/>
          <w:sz w:val="20"/>
          <w:szCs w:val="20"/>
        </w:rPr>
        <w:t>Pozwany:</w:t>
      </w:r>
      <w:r w:rsidRPr="001E1381">
        <w:rPr>
          <w:rFonts w:ascii="Arial" w:hAnsi="Arial" w:cs="Arial"/>
          <w:sz w:val="20"/>
          <w:szCs w:val="20"/>
        </w:rPr>
        <w:t xml:space="preserve"> </w:t>
      </w:r>
      <w:r w:rsidRPr="001E1381">
        <w:rPr>
          <w:rFonts w:ascii="Arial" w:hAnsi="Arial" w:cs="Arial"/>
          <w:sz w:val="20"/>
          <w:szCs w:val="20"/>
        </w:rPr>
        <w:tab/>
      </w:r>
      <w:r w:rsidR="001E1381">
        <w:rPr>
          <w:rFonts w:ascii="Arial" w:hAnsi="Arial" w:cs="Arial"/>
          <w:b/>
          <w:bCs/>
          <w:sz w:val="20"/>
          <w:szCs w:val="20"/>
        </w:rPr>
        <w:t>[</w:t>
      </w:r>
      <w:r w:rsidR="003E5916" w:rsidRPr="001E1381">
        <w:rPr>
          <w:rFonts w:ascii="Arial" w:hAnsi="Arial" w:cs="Arial"/>
          <w:b/>
          <w:bCs/>
          <w:sz w:val="20"/>
          <w:szCs w:val="20"/>
        </w:rPr>
        <w:t>dane pozwanego</w:t>
      </w:r>
      <w:r w:rsidR="001E1381">
        <w:rPr>
          <w:rFonts w:ascii="Arial" w:hAnsi="Arial" w:cs="Arial"/>
          <w:b/>
          <w:sz w:val="20"/>
          <w:szCs w:val="20"/>
        </w:rPr>
        <w:t>: imię, nazwisko, adres zamieszkania]</w:t>
      </w:r>
    </w:p>
    <w:p w14:paraId="35DD31D1" w14:textId="77777777" w:rsidR="00815111" w:rsidRPr="001E1381" w:rsidRDefault="00815111" w:rsidP="00815111">
      <w:pPr>
        <w:spacing w:line="276" w:lineRule="auto"/>
        <w:ind w:left="851" w:hanging="851"/>
        <w:rPr>
          <w:rFonts w:ascii="Arial" w:hAnsi="Arial" w:cs="Arial"/>
          <w:sz w:val="20"/>
          <w:szCs w:val="20"/>
          <w:highlight w:val="yellow"/>
        </w:rPr>
      </w:pPr>
    </w:p>
    <w:p w14:paraId="6F70C76C" w14:textId="77777777" w:rsidR="00815111" w:rsidRPr="001E1381" w:rsidRDefault="00815111" w:rsidP="00815111">
      <w:pPr>
        <w:spacing w:line="276" w:lineRule="auto"/>
        <w:ind w:left="851" w:hanging="851"/>
        <w:rPr>
          <w:rFonts w:ascii="Arial" w:hAnsi="Arial" w:cs="Arial"/>
          <w:b/>
          <w:sz w:val="20"/>
          <w:szCs w:val="20"/>
          <w:highlight w:val="yellow"/>
        </w:rPr>
      </w:pPr>
    </w:p>
    <w:p w14:paraId="01CCFC11" w14:textId="21EDDED9" w:rsidR="00815111" w:rsidRPr="001E1381" w:rsidRDefault="00815111" w:rsidP="00815111">
      <w:pPr>
        <w:spacing w:line="276" w:lineRule="auto"/>
        <w:ind w:left="851" w:hanging="851"/>
        <w:rPr>
          <w:rFonts w:ascii="Arial" w:hAnsi="Arial" w:cs="Arial"/>
          <w:sz w:val="20"/>
          <w:szCs w:val="20"/>
        </w:rPr>
      </w:pPr>
      <w:r w:rsidRPr="001E1381">
        <w:rPr>
          <w:rFonts w:ascii="Arial" w:hAnsi="Arial" w:cs="Arial"/>
          <w:b/>
          <w:sz w:val="20"/>
          <w:szCs w:val="20"/>
        </w:rPr>
        <w:t xml:space="preserve">Sygn. akt: </w:t>
      </w:r>
      <w:r w:rsidR="003E5916" w:rsidRPr="001E1381">
        <w:rPr>
          <w:rFonts w:ascii="Arial" w:hAnsi="Arial" w:cs="Arial"/>
          <w:sz w:val="20"/>
          <w:szCs w:val="20"/>
        </w:rPr>
        <w:t>…..</w:t>
      </w:r>
    </w:p>
    <w:p w14:paraId="147E2EA1" w14:textId="77777777" w:rsidR="00977C16" w:rsidRPr="001E1381" w:rsidRDefault="00977C16" w:rsidP="00977C16">
      <w:pPr>
        <w:spacing w:line="276" w:lineRule="auto"/>
        <w:ind w:left="851" w:hanging="851"/>
        <w:jc w:val="center"/>
        <w:rPr>
          <w:rFonts w:ascii="Arial" w:hAnsi="Arial" w:cs="Arial"/>
          <w:sz w:val="20"/>
          <w:szCs w:val="20"/>
        </w:rPr>
      </w:pPr>
    </w:p>
    <w:p w14:paraId="06486620" w14:textId="21A6D052" w:rsidR="00977C16" w:rsidRPr="001E1381" w:rsidRDefault="00977C16" w:rsidP="003E5916">
      <w:pPr>
        <w:spacing w:line="276" w:lineRule="auto"/>
        <w:ind w:left="851" w:hanging="851"/>
        <w:jc w:val="center"/>
        <w:rPr>
          <w:rFonts w:ascii="Arial" w:hAnsi="Arial" w:cs="Arial"/>
          <w:b/>
          <w:bCs/>
          <w:sz w:val="20"/>
          <w:szCs w:val="20"/>
        </w:rPr>
      </w:pPr>
      <w:r w:rsidRPr="001E1381">
        <w:rPr>
          <w:rFonts w:ascii="Arial" w:hAnsi="Arial" w:cs="Arial"/>
          <w:b/>
          <w:bCs/>
          <w:sz w:val="20"/>
          <w:szCs w:val="20"/>
        </w:rPr>
        <w:t xml:space="preserve">WNIOSEK O SPORZĄDZENIE UZASADNIENIA </w:t>
      </w:r>
      <w:r w:rsidR="001E1381">
        <w:rPr>
          <w:rFonts w:ascii="Arial" w:hAnsi="Arial" w:cs="Arial"/>
          <w:b/>
          <w:bCs/>
          <w:sz w:val="20"/>
          <w:szCs w:val="20"/>
        </w:rPr>
        <w:t>WYROKU</w:t>
      </w:r>
    </w:p>
    <w:p w14:paraId="00E3CF49" w14:textId="77777777" w:rsidR="00977C16" w:rsidRPr="001E1381" w:rsidRDefault="00977C16" w:rsidP="00977C16">
      <w:pPr>
        <w:spacing w:line="276" w:lineRule="auto"/>
        <w:ind w:left="851" w:hanging="851"/>
        <w:jc w:val="center"/>
        <w:rPr>
          <w:rFonts w:ascii="Arial" w:hAnsi="Arial" w:cs="Arial"/>
          <w:sz w:val="20"/>
          <w:szCs w:val="20"/>
        </w:rPr>
      </w:pPr>
    </w:p>
    <w:p w14:paraId="2FEEC330" w14:textId="347DBC68" w:rsidR="00815111" w:rsidRPr="001E1381" w:rsidRDefault="00977C16" w:rsidP="00977C16">
      <w:pPr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  <w:r w:rsidRPr="001E1381">
        <w:rPr>
          <w:rFonts w:ascii="Arial" w:hAnsi="Arial" w:cs="Arial"/>
          <w:sz w:val="20"/>
          <w:szCs w:val="20"/>
        </w:rPr>
        <w:t xml:space="preserve">Działając w imieniu </w:t>
      </w:r>
      <w:r w:rsidR="00707C66" w:rsidRPr="001E1381">
        <w:rPr>
          <w:rFonts w:ascii="Arial" w:hAnsi="Arial" w:cs="Arial"/>
          <w:sz w:val="20"/>
          <w:szCs w:val="20"/>
        </w:rPr>
        <w:t>własnym</w:t>
      </w:r>
      <w:r w:rsidRPr="001E1381">
        <w:rPr>
          <w:rFonts w:ascii="Arial" w:hAnsi="Arial" w:cs="Arial"/>
          <w:sz w:val="20"/>
          <w:szCs w:val="20"/>
        </w:rPr>
        <w:t xml:space="preserve">, </w:t>
      </w:r>
      <w:r w:rsidR="001E1381">
        <w:rPr>
          <w:rFonts w:ascii="Arial" w:hAnsi="Arial" w:cs="Arial"/>
          <w:sz w:val="20"/>
          <w:szCs w:val="20"/>
        </w:rPr>
        <w:t xml:space="preserve">niniejszym </w:t>
      </w:r>
      <w:r w:rsidRPr="001E1381">
        <w:rPr>
          <w:rFonts w:ascii="Arial" w:hAnsi="Arial" w:cs="Arial"/>
          <w:sz w:val="20"/>
          <w:szCs w:val="20"/>
        </w:rPr>
        <w:t>wnoszę o sporządzenie uzasadnienia wyroku wydanego przez Sąd Rejonowy</w:t>
      </w:r>
      <w:r w:rsidR="001E1381">
        <w:rPr>
          <w:rFonts w:ascii="Arial" w:hAnsi="Arial" w:cs="Arial"/>
          <w:sz w:val="20"/>
          <w:szCs w:val="20"/>
        </w:rPr>
        <w:t xml:space="preserve"> </w:t>
      </w:r>
      <w:r w:rsidRPr="001E1381">
        <w:rPr>
          <w:rFonts w:ascii="Arial" w:hAnsi="Arial" w:cs="Arial"/>
          <w:sz w:val="20"/>
          <w:szCs w:val="20"/>
        </w:rPr>
        <w:t xml:space="preserve">w </w:t>
      </w:r>
      <w:r w:rsidR="001E1381">
        <w:rPr>
          <w:rFonts w:ascii="Arial" w:hAnsi="Arial" w:cs="Arial"/>
          <w:sz w:val="20"/>
          <w:szCs w:val="20"/>
        </w:rPr>
        <w:t>[</w:t>
      </w:r>
      <w:r w:rsidR="00707C66" w:rsidRPr="001E1381">
        <w:rPr>
          <w:rFonts w:ascii="Arial" w:hAnsi="Arial" w:cs="Arial"/>
          <w:sz w:val="20"/>
          <w:szCs w:val="20"/>
        </w:rPr>
        <w:t>…</w:t>
      </w:r>
      <w:r w:rsidR="001E1381">
        <w:rPr>
          <w:rFonts w:ascii="Arial" w:hAnsi="Arial" w:cs="Arial"/>
          <w:sz w:val="20"/>
          <w:szCs w:val="20"/>
        </w:rPr>
        <w:t>]</w:t>
      </w:r>
      <w:r w:rsidRPr="001E1381">
        <w:rPr>
          <w:rFonts w:ascii="Arial" w:hAnsi="Arial" w:cs="Arial"/>
          <w:sz w:val="20"/>
          <w:szCs w:val="20"/>
        </w:rPr>
        <w:t xml:space="preserve"> w dniu </w:t>
      </w:r>
      <w:r w:rsidR="001E1381">
        <w:rPr>
          <w:rFonts w:ascii="Arial" w:hAnsi="Arial" w:cs="Arial"/>
          <w:sz w:val="20"/>
          <w:szCs w:val="20"/>
        </w:rPr>
        <w:t>[</w:t>
      </w:r>
      <w:r w:rsidR="00707C66" w:rsidRPr="001E1381">
        <w:rPr>
          <w:rFonts w:ascii="Arial" w:hAnsi="Arial" w:cs="Arial"/>
          <w:sz w:val="20"/>
          <w:szCs w:val="20"/>
        </w:rPr>
        <w:t>…</w:t>
      </w:r>
      <w:r w:rsidR="001E1381">
        <w:rPr>
          <w:rFonts w:ascii="Arial" w:hAnsi="Arial" w:cs="Arial"/>
          <w:sz w:val="20"/>
          <w:szCs w:val="20"/>
        </w:rPr>
        <w:t>]</w:t>
      </w:r>
      <w:r w:rsidRPr="001E1381">
        <w:rPr>
          <w:rFonts w:ascii="Arial" w:hAnsi="Arial" w:cs="Arial"/>
          <w:sz w:val="20"/>
          <w:szCs w:val="20"/>
        </w:rPr>
        <w:t xml:space="preserve"> r.</w:t>
      </w:r>
      <w:r w:rsidR="00707C66" w:rsidRPr="001E1381">
        <w:rPr>
          <w:rFonts w:ascii="Arial" w:hAnsi="Arial" w:cs="Arial"/>
          <w:sz w:val="20"/>
          <w:szCs w:val="20"/>
        </w:rPr>
        <w:t xml:space="preserve">, </w:t>
      </w:r>
      <w:r w:rsidRPr="001E1381">
        <w:rPr>
          <w:rFonts w:ascii="Arial" w:hAnsi="Arial" w:cs="Arial"/>
          <w:sz w:val="20"/>
          <w:szCs w:val="20"/>
        </w:rPr>
        <w:t xml:space="preserve">w sprawie prowadzonej pod sygn. akt. </w:t>
      </w:r>
      <w:r w:rsidR="001E1381">
        <w:rPr>
          <w:rFonts w:ascii="Arial" w:hAnsi="Arial" w:cs="Arial"/>
          <w:sz w:val="20"/>
          <w:szCs w:val="20"/>
        </w:rPr>
        <w:t>[</w:t>
      </w:r>
      <w:r w:rsidR="00707C66" w:rsidRPr="001E1381">
        <w:rPr>
          <w:rFonts w:ascii="Arial" w:hAnsi="Arial" w:cs="Arial"/>
          <w:sz w:val="20"/>
          <w:szCs w:val="20"/>
        </w:rPr>
        <w:t>…</w:t>
      </w:r>
      <w:r w:rsidR="001E1381">
        <w:rPr>
          <w:rFonts w:ascii="Arial" w:hAnsi="Arial" w:cs="Arial"/>
          <w:sz w:val="20"/>
          <w:szCs w:val="20"/>
        </w:rPr>
        <w:t>] w całości</w:t>
      </w:r>
      <w:r w:rsidRPr="001E1381">
        <w:rPr>
          <w:rFonts w:ascii="Arial" w:hAnsi="Arial" w:cs="Arial"/>
          <w:sz w:val="20"/>
          <w:szCs w:val="20"/>
        </w:rPr>
        <w:t xml:space="preserve"> i doręczenie</w:t>
      </w:r>
      <w:r w:rsidR="00C57EFB">
        <w:rPr>
          <w:rFonts w:ascii="Arial" w:hAnsi="Arial" w:cs="Arial"/>
          <w:sz w:val="20"/>
          <w:szCs w:val="20"/>
        </w:rPr>
        <w:t xml:space="preserve"> mi</w:t>
      </w:r>
      <w:r w:rsidRPr="001E1381">
        <w:rPr>
          <w:rFonts w:ascii="Arial" w:hAnsi="Arial" w:cs="Arial"/>
          <w:sz w:val="20"/>
          <w:szCs w:val="20"/>
        </w:rPr>
        <w:t xml:space="preserve"> odpisu wyroku wraz z uzasadnieniem na adres </w:t>
      </w:r>
      <w:r w:rsidR="0034518D" w:rsidRPr="001E1381">
        <w:rPr>
          <w:rFonts w:ascii="Arial" w:hAnsi="Arial" w:cs="Arial"/>
          <w:sz w:val="20"/>
          <w:szCs w:val="20"/>
        </w:rPr>
        <w:t>Powoda/Pozwanego</w:t>
      </w:r>
      <w:r w:rsidR="00847AA3" w:rsidRPr="001E1381">
        <w:rPr>
          <w:rFonts w:ascii="Arial" w:hAnsi="Arial" w:cs="Arial"/>
          <w:sz w:val="20"/>
          <w:szCs w:val="20"/>
        </w:rPr>
        <w:t>.</w:t>
      </w:r>
    </w:p>
    <w:p w14:paraId="4828C5BA" w14:textId="77777777" w:rsidR="00251D90" w:rsidRPr="001E1381" w:rsidRDefault="00251D90" w:rsidP="00977C16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5F3648C2" w14:textId="77777777" w:rsidR="00251D90" w:rsidRPr="001E1381" w:rsidRDefault="00251D90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409232A9" w14:textId="77777777" w:rsidR="00251D90" w:rsidRPr="001E1381" w:rsidRDefault="00251D90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23668528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57B9D1D5" w14:textId="77777777" w:rsidR="00C57EFB" w:rsidRPr="00C57EFB" w:rsidRDefault="00C57EFB" w:rsidP="00C57EFB">
      <w:pPr>
        <w:spacing w:line="276" w:lineRule="auto"/>
        <w:ind w:firstLine="6379"/>
        <w:jc w:val="both"/>
        <w:rPr>
          <w:rFonts w:ascii="Arial" w:hAnsi="Arial" w:cs="Arial"/>
          <w:sz w:val="20"/>
          <w:szCs w:val="20"/>
        </w:rPr>
      </w:pPr>
      <w:r w:rsidRPr="00C57EFB">
        <w:rPr>
          <w:rFonts w:ascii="Arial" w:hAnsi="Arial" w:cs="Arial"/>
          <w:sz w:val="20"/>
          <w:szCs w:val="20"/>
        </w:rPr>
        <w:t>……………………………..</w:t>
      </w:r>
    </w:p>
    <w:p w14:paraId="7368368B" w14:textId="0EB3B285" w:rsidR="00977C16" w:rsidRPr="001E1381" w:rsidRDefault="00C57EFB" w:rsidP="00C57EFB">
      <w:pPr>
        <w:spacing w:line="276" w:lineRule="auto"/>
        <w:ind w:firstLine="6379"/>
        <w:jc w:val="both"/>
        <w:rPr>
          <w:rFonts w:ascii="Arial" w:hAnsi="Arial" w:cs="Arial"/>
          <w:sz w:val="20"/>
          <w:szCs w:val="20"/>
        </w:rPr>
      </w:pPr>
      <w:r w:rsidRPr="00C57EFB">
        <w:rPr>
          <w:rFonts w:ascii="Arial" w:hAnsi="Arial" w:cs="Arial"/>
          <w:sz w:val="20"/>
          <w:szCs w:val="20"/>
        </w:rPr>
        <w:t>*podpis</w:t>
      </w:r>
    </w:p>
    <w:p w14:paraId="51581D42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623CB223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625EB057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3F688F1F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3410EB35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37E4564B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24CF4C60" w14:textId="77777777" w:rsidR="00977C16" w:rsidRPr="001E1381" w:rsidRDefault="00977C16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43AE64B9" w14:textId="3FB1C0BD" w:rsidR="00251D90" w:rsidRPr="001E1381" w:rsidRDefault="00251D90" w:rsidP="00251D9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1E1381">
        <w:rPr>
          <w:rFonts w:ascii="Arial" w:hAnsi="Arial" w:cs="Arial"/>
          <w:i/>
          <w:iCs/>
          <w:sz w:val="20"/>
          <w:szCs w:val="20"/>
        </w:rPr>
        <w:t>Załączniki:</w:t>
      </w:r>
    </w:p>
    <w:p w14:paraId="145AD331" w14:textId="561B3B95" w:rsidR="00251D90" w:rsidRDefault="00251D90" w:rsidP="00251D9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1E1381">
        <w:rPr>
          <w:rFonts w:ascii="Arial" w:hAnsi="Arial" w:cs="Arial"/>
          <w:i/>
          <w:iCs/>
          <w:sz w:val="20"/>
          <w:szCs w:val="20"/>
        </w:rPr>
        <w:t xml:space="preserve">- </w:t>
      </w:r>
      <w:r w:rsidR="0034518D" w:rsidRPr="001E1381">
        <w:rPr>
          <w:rFonts w:ascii="Arial" w:hAnsi="Arial" w:cs="Arial"/>
          <w:i/>
          <w:iCs/>
          <w:sz w:val="20"/>
          <w:szCs w:val="20"/>
        </w:rPr>
        <w:t xml:space="preserve">Potwierdzenie dokonania opłaty </w:t>
      </w:r>
      <w:r w:rsidR="00E06EA4" w:rsidRPr="001E1381">
        <w:rPr>
          <w:rFonts w:ascii="Arial" w:hAnsi="Arial" w:cs="Arial"/>
          <w:i/>
          <w:iCs/>
          <w:sz w:val="20"/>
          <w:szCs w:val="20"/>
        </w:rPr>
        <w:t xml:space="preserve">w wysokości </w:t>
      </w:r>
      <w:r w:rsidR="00C57EFB">
        <w:rPr>
          <w:rFonts w:ascii="Arial" w:hAnsi="Arial" w:cs="Arial"/>
          <w:i/>
          <w:iCs/>
          <w:sz w:val="20"/>
          <w:szCs w:val="20"/>
        </w:rPr>
        <w:t>100</w:t>
      </w:r>
      <w:r w:rsidR="00E06EA4" w:rsidRPr="001E1381">
        <w:rPr>
          <w:rFonts w:ascii="Arial" w:hAnsi="Arial" w:cs="Arial"/>
          <w:i/>
          <w:iCs/>
          <w:sz w:val="20"/>
          <w:szCs w:val="20"/>
        </w:rPr>
        <w:t xml:space="preserve"> zł</w:t>
      </w:r>
    </w:p>
    <w:p w14:paraId="6685C9A0" w14:textId="77777777" w:rsidR="001E1381" w:rsidRDefault="001E1381" w:rsidP="00251D9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2E08E2BA" w14:textId="77777777" w:rsidR="001E1381" w:rsidRDefault="001E1381" w:rsidP="00251D9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728AF53C" w14:textId="77777777" w:rsidR="001E1381" w:rsidRPr="001E1381" w:rsidRDefault="001E1381" w:rsidP="001E1381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7B64CB4D" w14:textId="77777777" w:rsidR="00251D90" w:rsidRPr="001E1381" w:rsidRDefault="00251D90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64D83445" w14:textId="77777777" w:rsidR="00251D90" w:rsidRPr="001E1381" w:rsidRDefault="00251D90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555A191A" w14:textId="77777777" w:rsidR="00251D90" w:rsidRPr="001E1381" w:rsidRDefault="00251D90" w:rsidP="00251D90">
      <w:pPr>
        <w:spacing w:line="276" w:lineRule="auto"/>
        <w:rPr>
          <w:rFonts w:ascii="Arial" w:hAnsi="Arial" w:cs="Arial"/>
          <w:sz w:val="20"/>
          <w:szCs w:val="20"/>
        </w:rPr>
      </w:pPr>
    </w:p>
    <w:p w14:paraId="7C81D2B5" w14:textId="77777777" w:rsidR="00251D90" w:rsidRPr="001E1381" w:rsidRDefault="00251D90" w:rsidP="00251D90">
      <w:pPr>
        <w:spacing w:line="276" w:lineRule="auto"/>
        <w:ind w:left="851" w:hanging="851"/>
        <w:jc w:val="center"/>
        <w:rPr>
          <w:rFonts w:ascii="Arial" w:hAnsi="Arial" w:cs="Arial"/>
          <w:sz w:val="20"/>
          <w:szCs w:val="20"/>
        </w:rPr>
      </w:pPr>
    </w:p>
    <w:p w14:paraId="1D653A94" w14:textId="653AAAA1" w:rsidR="00BA528E" w:rsidRPr="001E1381" w:rsidRDefault="00BA528E" w:rsidP="00251D9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BA528E" w:rsidRPr="001E1381" w:rsidSect="00137F7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165A08" w14:textId="77777777" w:rsidR="00DF6708" w:rsidRDefault="00DF6708" w:rsidP="00CA49FC">
      <w:r>
        <w:separator/>
      </w:r>
    </w:p>
  </w:endnote>
  <w:endnote w:type="continuationSeparator" w:id="0">
    <w:p w14:paraId="7D6A2C56" w14:textId="77777777" w:rsidR="00DF6708" w:rsidRDefault="00DF6708" w:rsidP="00CA4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79F74" w14:textId="77777777" w:rsidR="00815111" w:rsidRPr="00DC71EF" w:rsidRDefault="00815111" w:rsidP="00815111">
    <w:pPr>
      <w:pStyle w:val="Stopka"/>
      <w:rPr>
        <w:rFonts w:ascii="Arial Nova" w:hAnsi="Arial Nova"/>
        <w:b/>
        <w:bCs/>
        <w:sz w:val="13"/>
      </w:rPr>
    </w:pPr>
  </w:p>
  <w:p w14:paraId="054D062D" w14:textId="77777777" w:rsidR="00815111" w:rsidRPr="00DC71EF" w:rsidRDefault="00815111" w:rsidP="00815111">
    <w:pPr>
      <w:pStyle w:val="Stopka"/>
      <w:rPr>
        <w:rFonts w:ascii="Arial Nova" w:hAnsi="Arial Nova"/>
        <w:b/>
        <w:bCs/>
        <w:sz w:val="13"/>
      </w:rPr>
    </w:pPr>
    <w:r w:rsidRPr="00DC71EF">
      <w:rPr>
        <w:rFonts w:ascii="Arial Nova" w:hAnsi="Arial Nova"/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A331ECF" wp14:editId="7631CEB3">
              <wp:simplePos x="0" y="0"/>
              <wp:positionH relativeFrom="column">
                <wp:posOffset>957</wp:posOffset>
              </wp:positionH>
              <wp:positionV relativeFrom="paragraph">
                <wp:posOffset>68106</wp:posOffset>
              </wp:positionV>
              <wp:extent cx="5866443" cy="0"/>
              <wp:effectExtent l="0" t="0" r="0" b="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6443" cy="0"/>
                      </a:xfrm>
                      <a:prstGeom prst="line">
                        <a:avLst/>
                      </a:prstGeom>
                      <a:ln>
                        <a:solidFill>
                          <a:srgbClr val="E0BA6F"/>
                        </a:solidFill>
                      </a:ln>
                      <a:effectLst/>
                    </wps:spPr>
                    <wps:style>
                      <a:lnRef idx="2">
                        <a:schemeClr val="accent6"/>
                      </a:lnRef>
                      <a:fillRef idx="0">
                        <a:schemeClr val="accent6"/>
                      </a:fillRef>
                      <a:effectRef idx="1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266EE6" id="Łącznik prosty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5.35pt" to="462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" strokecolor="#e0ba6f" strokeweight="2pt"/>
          </w:pict>
        </mc:Fallback>
      </mc:AlternateContent>
    </w:r>
  </w:p>
  <w:p w14:paraId="76F2A870" w14:textId="77777777" w:rsidR="00815111" w:rsidRDefault="00815111" w:rsidP="00815111">
    <w:pPr>
      <w:pStyle w:val="Stopka"/>
      <w:jc w:val="center"/>
      <w:rPr>
        <w:rFonts w:ascii="Arial Nova" w:hAnsi="Arial Nova"/>
        <w:b/>
        <w:bCs/>
        <w:sz w:val="13"/>
      </w:rPr>
    </w:pPr>
  </w:p>
  <w:p w14:paraId="5634C473" w14:textId="77777777" w:rsidR="00815111" w:rsidRPr="008F4577" w:rsidRDefault="00815111" w:rsidP="00815111">
    <w:pPr>
      <w:pStyle w:val="Stopka"/>
      <w:jc w:val="center"/>
      <w:rPr>
        <w:rFonts w:ascii="Arial Nova" w:hAnsi="Arial Nova"/>
        <w:b/>
        <w:bCs/>
        <w:sz w:val="13"/>
      </w:rPr>
    </w:pPr>
    <w:r w:rsidRPr="008F4577">
      <w:rPr>
        <w:rFonts w:ascii="Arial Nova" w:hAnsi="Arial Nova"/>
        <w:b/>
        <w:bCs/>
        <w:sz w:val="13"/>
      </w:rPr>
      <w:t>IMPERIALIS Bajan &amp; Sowa Kancelaria Radców Prawnych i Adwokatów Spółka partnerska</w:t>
    </w:r>
  </w:p>
  <w:p w14:paraId="4161620B" w14:textId="77777777" w:rsidR="00815111" w:rsidRDefault="00815111" w:rsidP="00815111">
    <w:pPr>
      <w:pStyle w:val="Stopka"/>
      <w:jc w:val="center"/>
      <w:rPr>
        <w:rFonts w:ascii="Arial Nova" w:hAnsi="Arial Nova"/>
        <w:sz w:val="13"/>
      </w:rPr>
    </w:pPr>
    <w:r w:rsidRPr="00DC71EF">
      <w:rPr>
        <w:rFonts w:ascii="Arial Nova" w:hAnsi="Arial Nova"/>
        <w:sz w:val="13"/>
      </w:rPr>
      <w:t xml:space="preserve">ul. </w:t>
    </w:r>
    <w:r>
      <w:rPr>
        <w:rFonts w:ascii="Arial Nova" w:hAnsi="Arial Nova"/>
        <w:sz w:val="13"/>
      </w:rPr>
      <w:t>Elbląska 14</w:t>
    </w:r>
    <w:r w:rsidRPr="00DC71EF">
      <w:rPr>
        <w:rFonts w:ascii="Arial Nova" w:hAnsi="Arial Nova"/>
        <w:sz w:val="13"/>
      </w:rPr>
      <w:t xml:space="preserve"> 01-7</w:t>
    </w:r>
    <w:r>
      <w:rPr>
        <w:rFonts w:ascii="Arial Nova" w:hAnsi="Arial Nova"/>
        <w:sz w:val="13"/>
      </w:rPr>
      <w:t>37</w:t>
    </w:r>
    <w:r w:rsidRPr="00DC71EF">
      <w:rPr>
        <w:rFonts w:ascii="Arial Nova" w:hAnsi="Arial Nova"/>
        <w:sz w:val="13"/>
      </w:rPr>
      <w:t xml:space="preserve"> Warszawa</w:t>
    </w:r>
  </w:p>
  <w:p w14:paraId="4FFB19E9" w14:textId="77777777" w:rsidR="00815111" w:rsidRDefault="00815111" w:rsidP="00815111">
    <w:pPr>
      <w:pStyle w:val="Stopka"/>
      <w:jc w:val="center"/>
      <w:rPr>
        <w:rFonts w:ascii="Arial Nova" w:hAnsi="Arial Nova" w:cs="Arial"/>
        <w:sz w:val="13"/>
      </w:rPr>
    </w:pPr>
    <w:r w:rsidRPr="00DC71EF">
      <w:rPr>
        <w:rFonts w:ascii="Arial Nova" w:hAnsi="Arial Nova"/>
        <w:sz w:val="13"/>
      </w:rPr>
      <w:t xml:space="preserve">KRS: 0000939948, NIP: </w:t>
    </w:r>
    <w:r w:rsidRPr="00DC71EF">
      <w:rPr>
        <w:rFonts w:ascii="Arial Nova" w:hAnsi="Arial Nova" w:cs="Arial"/>
        <w:sz w:val="13"/>
      </w:rPr>
      <w:t>5252889576, REGON: 520776790</w:t>
    </w:r>
  </w:p>
  <w:p w14:paraId="6F1DD848" w14:textId="77777777" w:rsidR="00815111" w:rsidRPr="001E1381" w:rsidRDefault="00815111" w:rsidP="00815111">
    <w:pPr>
      <w:pStyle w:val="Stopka"/>
      <w:jc w:val="center"/>
      <w:rPr>
        <w:rFonts w:ascii="Arial Nova" w:hAnsi="Arial Nova"/>
        <w:sz w:val="13"/>
        <w:lang w:val="en-US"/>
      </w:rPr>
    </w:pPr>
    <w:r w:rsidRPr="001E1381">
      <w:rPr>
        <w:rFonts w:ascii="Arial Nova" w:hAnsi="Arial Nova"/>
        <w:sz w:val="13"/>
        <w:lang w:val="en-US"/>
      </w:rPr>
      <w:t>Recepcja.: + 48 22 299 50 80</w:t>
    </w:r>
  </w:p>
  <w:p w14:paraId="66FF3DC9" w14:textId="77777777" w:rsidR="00815111" w:rsidRPr="001E1381" w:rsidRDefault="00815111" w:rsidP="00815111">
    <w:pPr>
      <w:pStyle w:val="Stopka"/>
      <w:jc w:val="center"/>
      <w:rPr>
        <w:rFonts w:ascii="Arial Nova" w:hAnsi="Arial Nova"/>
        <w:sz w:val="13"/>
        <w:lang w:val="en-US"/>
      </w:rPr>
    </w:pPr>
    <w:r w:rsidRPr="001E1381">
      <w:rPr>
        <w:rFonts w:ascii="Arial Nova" w:hAnsi="Arial Nova"/>
        <w:sz w:val="13"/>
        <w:lang w:val="en-US"/>
      </w:rPr>
      <w:t>biuro@imperialis.pl, imperialis.pl</w:t>
    </w:r>
  </w:p>
  <w:p w14:paraId="68F23D21" w14:textId="77777777" w:rsidR="00815111" w:rsidRPr="001E1381" w:rsidRDefault="00815111" w:rsidP="00815111">
    <w:pPr>
      <w:pStyle w:val="Stopka"/>
      <w:jc w:val="center"/>
      <w:rPr>
        <w:rFonts w:ascii="Arial Nova" w:hAnsi="Arial Nova" w:cs="Arial"/>
        <w:bCs/>
        <w:sz w:val="13"/>
        <w:lang w:val="en-US"/>
      </w:rPr>
    </w:pPr>
    <w:r w:rsidRPr="001E1381">
      <w:rPr>
        <w:rFonts w:ascii="Arial Nova" w:hAnsi="Arial Nova" w:cs="Arial"/>
        <w:sz w:val="13"/>
        <w:lang w:val="en-US"/>
      </w:rPr>
      <w:t xml:space="preserve">ING Bank Śląski: PL </w:t>
    </w:r>
    <w:r w:rsidRPr="001E1381">
      <w:rPr>
        <w:rFonts w:ascii="Arial Nova" w:hAnsi="Arial Nova" w:cs="Arial"/>
        <w:bCs/>
        <w:sz w:val="13"/>
        <w:lang w:val="en-US"/>
      </w:rPr>
      <w:t>43 1050 1025 1000 0092 9255 7023</w:t>
    </w:r>
  </w:p>
  <w:p w14:paraId="30201785" w14:textId="77777777" w:rsidR="00815111" w:rsidRPr="001E1381" w:rsidRDefault="00815111" w:rsidP="00815111">
    <w:pPr>
      <w:pStyle w:val="Stopka"/>
      <w:jc w:val="center"/>
      <w:rPr>
        <w:rFonts w:ascii="Arial Nova" w:hAnsi="Arial Nova"/>
        <w:sz w:val="13"/>
        <w:lang w:val="en-US"/>
      </w:rPr>
    </w:pPr>
    <w:r w:rsidRPr="001E1381">
      <w:rPr>
        <w:rFonts w:ascii="Arial Nova" w:hAnsi="Arial Nova" w:cs="Arial"/>
        <w:bCs/>
        <w:sz w:val="13"/>
        <w:lang w:val="en-US"/>
      </w:rPr>
      <w:t>SWIFT: INGBPLPW</w:t>
    </w:r>
  </w:p>
  <w:p w14:paraId="065D22E5" w14:textId="04E304FF" w:rsidR="00137F7A" w:rsidRPr="001E1381" w:rsidRDefault="00137F7A">
    <w:pPr>
      <w:pStyle w:val="Stopka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DB297" w14:textId="20A4DE50" w:rsidR="00137F7A" w:rsidRDefault="00137F7A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6FF15D94" w14:textId="77777777" w:rsidR="00137F7A" w:rsidRPr="00DC71EF" w:rsidRDefault="00137F7A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BA52D" w14:textId="77777777" w:rsidR="00DF6708" w:rsidRDefault="00DF6708" w:rsidP="00CA49FC">
      <w:r>
        <w:separator/>
      </w:r>
    </w:p>
  </w:footnote>
  <w:footnote w:type="continuationSeparator" w:id="0">
    <w:p w14:paraId="30F646BF" w14:textId="77777777" w:rsidR="00DF6708" w:rsidRDefault="00DF6708" w:rsidP="00CA4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4497" w14:textId="77777777" w:rsidR="0002610D" w:rsidRDefault="00000000">
    <w:pPr>
      <w:pStyle w:val="Nagwek"/>
    </w:pPr>
    <w:r>
      <w:rPr>
        <w:noProof/>
      </w:rPr>
      <w:pict w14:anchorId="62CDD59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5" type="#_x0000_t136" alt="" style="position:absolute;margin-left:0;margin-top:0;width:481.85pt;height:192.75pt;rotation:315;z-index:-25165824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Tahoma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 Nova" w:hAnsi="Arial Nova"/>
        <w:color w:val="7F7F7F" w:themeColor="background1" w:themeShade="7F"/>
        <w:spacing w:val="60"/>
        <w:sz w:val="16"/>
        <w:szCs w:val="16"/>
      </w:rPr>
      <w:id w:val="174843538"/>
      <w:docPartObj>
        <w:docPartGallery w:val="Page Numbers (Top of Page)"/>
        <w:docPartUnique/>
      </w:docPartObj>
    </w:sdtPr>
    <w:sdtEndPr>
      <w:rPr>
        <w:b/>
        <w:bCs/>
        <w:color w:val="auto"/>
        <w:spacing w:val="0"/>
      </w:rPr>
    </w:sdtEndPr>
    <w:sdtContent>
      <w:p w14:paraId="2D067AA1" w14:textId="081E92BD" w:rsidR="00B234F5" w:rsidRPr="00E016E6" w:rsidRDefault="00B234F5">
        <w:pPr>
          <w:pStyle w:val="Nagwek"/>
          <w:pBdr>
            <w:bottom w:val="single" w:sz="4" w:space="1" w:color="D9D9D9" w:themeColor="background1" w:themeShade="D9"/>
          </w:pBdr>
          <w:jc w:val="right"/>
          <w:rPr>
            <w:rFonts w:ascii="Arial Nova" w:hAnsi="Arial Nova"/>
            <w:b/>
            <w:bCs/>
            <w:sz w:val="16"/>
            <w:szCs w:val="16"/>
          </w:rPr>
        </w:pPr>
        <w:r w:rsidRPr="00E016E6">
          <w:rPr>
            <w:rFonts w:ascii="Arial Nova" w:hAnsi="Arial Nova"/>
            <w:color w:val="7F7F7F" w:themeColor="background1" w:themeShade="7F"/>
            <w:spacing w:val="60"/>
            <w:sz w:val="16"/>
            <w:szCs w:val="16"/>
          </w:rPr>
          <w:t>Strona</w:t>
        </w:r>
        <w:r w:rsidRPr="00E016E6">
          <w:rPr>
            <w:rFonts w:ascii="Arial Nova" w:hAnsi="Arial Nova"/>
            <w:sz w:val="16"/>
            <w:szCs w:val="16"/>
          </w:rPr>
          <w:t xml:space="preserve"> | </w:t>
        </w:r>
        <w:r w:rsidRPr="00E016E6">
          <w:rPr>
            <w:rFonts w:ascii="Arial Nova" w:hAnsi="Arial Nova"/>
            <w:sz w:val="16"/>
            <w:szCs w:val="16"/>
          </w:rPr>
          <w:fldChar w:fldCharType="begin"/>
        </w:r>
        <w:r w:rsidRPr="00E016E6">
          <w:rPr>
            <w:rFonts w:ascii="Arial Nova" w:hAnsi="Arial Nova"/>
            <w:sz w:val="16"/>
            <w:szCs w:val="16"/>
          </w:rPr>
          <w:instrText>PAGE   \* MERGEFORMAT</w:instrText>
        </w:r>
        <w:r w:rsidRPr="00E016E6">
          <w:rPr>
            <w:rFonts w:ascii="Arial Nova" w:hAnsi="Arial Nova"/>
            <w:sz w:val="16"/>
            <w:szCs w:val="16"/>
          </w:rPr>
          <w:fldChar w:fldCharType="separate"/>
        </w:r>
        <w:r w:rsidR="00CC5C9C" w:rsidRPr="00CC5C9C">
          <w:rPr>
            <w:rFonts w:ascii="Arial Nova" w:hAnsi="Arial Nova"/>
            <w:b/>
            <w:bCs/>
            <w:noProof/>
            <w:sz w:val="16"/>
            <w:szCs w:val="16"/>
          </w:rPr>
          <w:t>4</w:t>
        </w:r>
        <w:r w:rsidRPr="00E016E6">
          <w:rPr>
            <w:rFonts w:ascii="Arial Nova" w:hAnsi="Arial Nova"/>
            <w:b/>
            <w:bCs/>
            <w:sz w:val="16"/>
            <w:szCs w:val="16"/>
          </w:rPr>
          <w:fldChar w:fldCharType="end"/>
        </w:r>
      </w:p>
    </w:sdtContent>
  </w:sdt>
  <w:p w14:paraId="5C57110B" w14:textId="6EBB3E52" w:rsidR="0002610D" w:rsidRDefault="0002610D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E0B40" w14:textId="5E8B8385" w:rsidR="0002610D" w:rsidRDefault="0002610D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F6D5B"/>
    <w:multiLevelType w:val="hybridMultilevel"/>
    <w:tmpl w:val="DEBC7E06"/>
    <w:lvl w:ilvl="0" w:tplc="D952D9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9C63BA"/>
    <w:multiLevelType w:val="hybridMultilevel"/>
    <w:tmpl w:val="98FA5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A64C3"/>
    <w:multiLevelType w:val="hybridMultilevel"/>
    <w:tmpl w:val="B9C8A4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6910E7"/>
    <w:multiLevelType w:val="hybridMultilevel"/>
    <w:tmpl w:val="990CE418"/>
    <w:lvl w:ilvl="0" w:tplc="F9F005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064CA"/>
    <w:multiLevelType w:val="hybridMultilevel"/>
    <w:tmpl w:val="1BA28914"/>
    <w:lvl w:ilvl="0" w:tplc="743EF4AC">
      <w:start w:val="2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FA3F7E"/>
    <w:multiLevelType w:val="hybridMultilevel"/>
    <w:tmpl w:val="17E4E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386932"/>
    <w:multiLevelType w:val="hybridMultilevel"/>
    <w:tmpl w:val="8DA80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0147BC"/>
    <w:multiLevelType w:val="hybridMultilevel"/>
    <w:tmpl w:val="93F23A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033792"/>
    <w:multiLevelType w:val="hybridMultilevel"/>
    <w:tmpl w:val="2FA2A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753A51"/>
    <w:multiLevelType w:val="hybridMultilevel"/>
    <w:tmpl w:val="2CE267A8"/>
    <w:lvl w:ilvl="0" w:tplc="464ADD36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169B1"/>
    <w:multiLevelType w:val="hybridMultilevel"/>
    <w:tmpl w:val="CD7EEB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4F43E28"/>
    <w:multiLevelType w:val="hybridMultilevel"/>
    <w:tmpl w:val="A9F83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2F0353"/>
    <w:multiLevelType w:val="hybridMultilevel"/>
    <w:tmpl w:val="E14262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46399562">
    <w:abstractNumId w:val="0"/>
  </w:num>
  <w:num w:numId="2" w16cid:durableId="43676751">
    <w:abstractNumId w:val="8"/>
  </w:num>
  <w:num w:numId="3" w16cid:durableId="880245041">
    <w:abstractNumId w:val="12"/>
  </w:num>
  <w:num w:numId="4" w16cid:durableId="18399989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1396448">
    <w:abstractNumId w:val="2"/>
  </w:num>
  <w:num w:numId="6" w16cid:durableId="733891801">
    <w:abstractNumId w:val="6"/>
  </w:num>
  <w:num w:numId="7" w16cid:durableId="1857650310">
    <w:abstractNumId w:val="3"/>
  </w:num>
  <w:num w:numId="8" w16cid:durableId="1103380285">
    <w:abstractNumId w:val="9"/>
  </w:num>
  <w:num w:numId="9" w16cid:durableId="484049531">
    <w:abstractNumId w:val="1"/>
  </w:num>
  <w:num w:numId="10" w16cid:durableId="1225332348">
    <w:abstractNumId w:val="5"/>
  </w:num>
  <w:num w:numId="11" w16cid:durableId="401103743">
    <w:abstractNumId w:val="11"/>
  </w:num>
  <w:num w:numId="12" w16cid:durableId="1800874978">
    <w:abstractNumId w:val="7"/>
  </w:num>
  <w:num w:numId="13" w16cid:durableId="879436419">
    <w:abstractNumId w:val="10"/>
  </w:num>
  <w:num w:numId="14" w16cid:durableId="7234844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984"/>
    <w:rsid w:val="00000E62"/>
    <w:rsid w:val="000105CB"/>
    <w:rsid w:val="0002610D"/>
    <w:rsid w:val="00027D72"/>
    <w:rsid w:val="000314CC"/>
    <w:rsid w:val="0004718C"/>
    <w:rsid w:val="00065E91"/>
    <w:rsid w:val="0008118B"/>
    <w:rsid w:val="000877AE"/>
    <w:rsid w:val="00097696"/>
    <w:rsid w:val="000C1BF5"/>
    <w:rsid w:val="000E4FEE"/>
    <w:rsid w:val="000F1B68"/>
    <w:rsid w:val="001078A2"/>
    <w:rsid w:val="00110464"/>
    <w:rsid w:val="00137F7A"/>
    <w:rsid w:val="00170027"/>
    <w:rsid w:val="00180C12"/>
    <w:rsid w:val="00184BA7"/>
    <w:rsid w:val="001A6716"/>
    <w:rsid w:val="001B3F7D"/>
    <w:rsid w:val="001C5EA4"/>
    <w:rsid w:val="001D6DE1"/>
    <w:rsid w:val="001E1381"/>
    <w:rsid w:val="001E4B6A"/>
    <w:rsid w:val="001F00E3"/>
    <w:rsid w:val="0021201D"/>
    <w:rsid w:val="00214625"/>
    <w:rsid w:val="00243BB2"/>
    <w:rsid w:val="0024596E"/>
    <w:rsid w:val="00251D90"/>
    <w:rsid w:val="00255526"/>
    <w:rsid w:val="00272317"/>
    <w:rsid w:val="00277D4E"/>
    <w:rsid w:val="00294F03"/>
    <w:rsid w:val="00296917"/>
    <w:rsid w:val="00300E72"/>
    <w:rsid w:val="003157CC"/>
    <w:rsid w:val="0034518D"/>
    <w:rsid w:val="00350C7D"/>
    <w:rsid w:val="0039477B"/>
    <w:rsid w:val="003A157D"/>
    <w:rsid w:val="003A5D20"/>
    <w:rsid w:val="003D1AC4"/>
    <w:rsid w:val="003E0CEF"/>
    <w:rsid w:val="003E5916"/>
    <w:rsid w:val="003F1984"/>
    <w:rsid w:val="0040292C"/>
    <w:rsid w:val="004033FB"/>
    <w:rsid w:val="004077BC"/>
    <w:rsid w:val="0041044D"/>
    <w:rsid w:val="00411D3A"/>
    <w:rsid w:val="004271E4"/>
    <w:rsid w:val="00437060"/>
    <w:rsid w:val="0044154B"/>
    <w:rsid w:val="004514D8"/>
    <w:rsid w:val="00456484"/>
    <w:rsid w:val="00470D4A"/>
    <w:rsid w:val="00471583"/>
    <w:rsid w:val="00485EDC"/>
    <w:rsid w:val="00491B8C"/>
    <w:rsid w:val="00492E5B"/>
    <w:rsid w:val="004A0B69"/>
    <w:rsid w:val="004A2459"/>
    <w:rsid w:val="004A2803"/>
    <w:rsid w:val="004A60A5"/>
    <w:rsid w:val="004B6B15"/>
    <w:rsid w:val="004C2D96"/>
    <w:rsid w:val="004E2EC1"/>
    <w:rsid w:val="004E3E99"/>
    <w:rsid w:val="004E7F04"/>
    <w:rsid w:val="004F083C"/>
    <w:rsid w:val="0050113F"/>
    <w:rsid w:val="00501F79"/>
    <w:rsid w:val="005470E1"/>
    <w:rsid w:val="005517DF"/>
    <w:rsid w:val="00553329"/>
    <w:rsid w:val="0056192E"/>
    <w:rsid w:val="005C397C"/>
    <w:rsid w:val="005E0ADD"/>
    <w:rsid w:val="00617695"/>
    <w:rsid w:val="00651A46"/>
    <w:rsid w:val="00686362"/>
    <w:rsid w:val="006E3AA1"/>
    <w:rsid w:val="006F3F79"/>
    <w:rsid w:val="00700191"/>
    <w:rsid w:val="00707C66"/>
    <w:rsid w:val="00724782"/>
    <w:rsid w:val="00730E87"/>
    <w:rsid w:val="00765841"/>
    <w:rsid w:val="007C6B06"/>
    <w:rsid w:val="007D11D2"/>
    <w:rsid w:val="007E2316"/>
    <w:rsid w:val="007E4C5F"/>
    <w:rsid w:val="007F0937"/>
    <w:rsid w:val="007F3F5B"/>
    <w:rsid w:val="00802BC3"/>
    <w:rsid w:val="008150BB"/>
    <w:rsid w:val="00815111"/>
    <w:rsid w:val="00847AA3"/>
    <w:rsid w:val="00877EB5"/>
    <w:rsid w:val="008925EA"/>
    <w:rsid w:val="008C40DE"/>
    <w:rsid w:val="008D0F9A"/>
    <w:rsid w:val="008E3A50"/>
    <w:rsid w:val="008F4577"/>
    <w:rsid w:val="00904555"/>
    <w:rsid w:val="009303B7"/>
    <w:rsid w:val="00930FB3"/>
    <w:rsid w:val="00953A49"/>
    <w:rsid w:val="00960F79"/>
    <w:rsid w:val="00976A57"/>
    <w:rsid w:val="00977C16"/>
    <w:rsid w:val="00980310"/>
    <w:rsid w:val="00986544"/>
    <w:rsid w:val="00990859"/>
    <w:rsid w:val="00992C6E"/>
    <w:rsid w:val="009C3633"/>
    <w:rsid w:val="00A00697"/>
    <w:rsid w:val="00A16EC2"/>
    <w:rsid w:val="00A460C6"/>
    <w:rsid w:val="00A5167C"/>
    <w:rsid w:val="00A65E35"/>
    <w:rsid w:val="00A94000"/>
    <w:rsid w:val="00AB6F54"/>
    <w:rsid w:val="00AC7230"/>
    <w:rsid w:val="00AE5AEA"/>
    <w:rsid w:val="00AE7B83"/>
    <w:rsid w:val="00B22935"/>
    <w:rsid w:val="00B234F5"/>
    <w:rsid w:val="00B31B51"/>
    <w:rsid w:val="00B36C97"/>
    <w:rsid w:val="00B5434D"/>
    <w:rsid w:val="00B63140"/>
    <w:rsid w:val="00B808B1"/>
    <w:rsid w:val="00BA2DB3"/>
    <w:rsid w:val="00BA528E"/>
    <w:rsid w:val="00BC0DF1"/>
    <w:rsid w:val="00BC7EC7"/>
    <w:rsid w:val="00BD6574"/>
    <w:rsid w:val="00BE1523"/>
    <w:rsid w:val="00C43BDE"/>
    <w:rsid w:val="00C564F5"/>
    <w:rsid w:val="00C57EFB"/>
    <w:rsid w:val="00C90A3B"/>
    <w:rsid w:val="00CA49FC"/>
    <w:rsid w:val="00CA4BB0"/>
    <w:rsid w:val="00CA745E"/>
    <w:rsid w:val="00CB2687"/>
    <w:rsid w:val="00CC1733"/>
    <w:rsid w:val="00CC32A4"/>
    <w:rsid w:val="00CC5C9C"/>
    <w:rsid w:val="00CE576C"/>
    <w:rsid w:val="00CF3A2D"/>
    <w:rsid w:val="00D1165F"/>
    <w:rsid w:val="00D51462"/>
    <w:rsid w:val="00D80D9A"/>
    <w:rsid w:val="00D91B3B"/>
    <w:rsid w:val="00DA1BBB"/>
    <w:rsid w:val="00DC261E"/>
    <w:rsid w:val="00DC71EF"/>
    <w:rsid w:val="00DD00D3"/>
    <w:rsid w:val="00DD542C"/>
    <w:rsid w:val="00DD7D5D"/>
    <w:rsid w:val="00DF6708"/>
    <w:rsid w:val="00DF72A6"/>
    <w:rsid w:val="00E016E6"/>
    <w:rsid w:val="00E06EA4"/>
    <w:rsid w:val="00E15547"/>
    <w:rsid w:val="00E2779A"/>
    <w:rsid w:val="00E43F0C"/>
    <w:rsid w:val="00E47065"/>
    <w:rsid w:val="00E53677"/>
    <w:rsid w:val="00E779F7"/>
    <w:rsid w:val="00EB19A4"/>
    <w:rsid w:val="00EB4758"/>
    <w:rsid w:val="00ED05B3"/>
    <w:rsid w:val="00ED1FCD"/>
    <w:rsid w:val="00ED5576"/>
    <w:rsid w:val="00EE150F"/>
    <w:rsid w:val="00F054E6"/>
    <w:rsid w:val="00F22CD5"/>
    <w:rsid w:val="00F27D1A"/>
    <w:rsid w:val="00F356AA"/>
    <w:rsid w:val="00F363D5"/>
    <w:rsid w:val="00F4633B"/>
    <w:rsid w:val="00F76CBD"/>
    <w:rsid w:val="00FA1E45"/>
    <w:rsid w:val="00FA3FB2"/>
    <w:rsid w:val="00FC0417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82D99"/>
  <w15:docId w15:val="{D63DC52D-EC62-4326-AC4E-0F94E3820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lang w:val="pl-PL"/>
    </w:rPr>
  </w:style>
  <w:style w:type="paragraph" w:styleId="Nagwek1">
    <w:name w:val="heading 1"/>
    <w:basedOn w:val="Normalny"/>
    <w:next w:val="Normalny"/>
    <w:link w:val="Nagwek1Znak"/>
    <w:qFormat/>
    <w:rsid w:val="0040292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706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1167"/>
    </w:pPr>
    <w:rPr>
      <w:rFonts w:ascii="Tahoma" w:eastAsia="Tahoma" w:hAnsi="Tahoma"/>
      <w:sz w:val="16"/>
      <w:szCs w:val="16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40292C"/>
    <w:rPr>
      <w:rFonts w:ascii="Times New Roman" w:eastAsia="Times New Roman" w:hAnsi="Times New Roman" w:cs="Times New Roman"/>
      <w:b/>
      <w:caps/>
      <w:sz w:val="24"/>
      <w:szCs w:val="20"/>
      <w:lang w:val="pl-PL" w:eastAsia="pl-PL"/>
    </w:rPr>
  </w:style>
  <w:style w:type="character" w:styleId="Hipercze">
    <w:name w:val="Hyperlink"/>
    <w:basedOn w:val="Domylnaczcionkaakapitu"/>
    <w:rsid w:val="003A5D2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A4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49FC"/>
  </w:style>
  <w:style w:type="paragraph" w:styleId="Stopka">
    <w:name w:val="footer"/>
    <w:basedOn w:val="Normalny"/>
    <w:link w:val="StopkaZnak"/>
    <w:uiPriority w:val="99"/>
    <w:unhideWhenUsed/>
    <w:rsid w:val="00CA4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49FC"/>
  </w:style>
  <w:style w:type="paragraph" w:styleId="Tekstdymka">
    <w:name w:val="Balloon Text"/>
    <w:basedOn w:val="Normalny"/>
    <w:link w:val="TekstdymkaZnak"/>
    <w:uiPriority w:val="99"/>
    <w:semiHidden/>
    <w:unhideWhenUsed/>
    <w:rsid w:val="00CA49F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9FC"/>
    <w:rPr>
      <w:rFonts w:ascii="Tahoma" w:hAnsi="Tahoma" w:cs="Tahoma"/>
      <w:sz w:val="16"/>
      <w:szCs w:val="16"/>
    </w:rPr>
  </w:style>
  <w:style w:type="paragraph" w:customStyle="1" w:styleId="ZnakZnakZnakZnak">
    <w:name w:val="Znak Znak Znak Znak"/>
    <w:basedOn w:val="Normalny"/>
    <w:rsid w:val="003D1AC4"/>
    <w:pPr>
      <w:widowControl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C3633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C3633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2610D"/>
    <w:rPr>
      <w:rFonts w:ascii="Tahoma" w:eastAsia="Tahoma" w:hAnsi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E47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4706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4F0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79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78A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78A2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078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Microsoft\Windows\INetCache\Content.Outlook\81DI6EP1\%23Sarstedt_papier_firmowy_nowy_pust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#Sarstedt_papier_firmowy_nowy_pusty.dotx</Template>
  <TotalTime>11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SOBOŃ Damian</dc:creator>
  <cp:lastModifiedBy>Paweł Wysłocki</cp:lastModifiedBy>
  <cp:revision>3</cp:revision>
  <cp:lastPrinted>2023-06-19T09:01:00Z</cp:lastPrinted>
  <dcterms:created xsi:type="dcterms:W3CDTF">2025-08-22T11:36:00Z</dcterms:created>
  <dcterms:modified xsi:type="dcterms:W3CDTF">2025-09-23T12:34:00Z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2017-02-22T00:00:00Z</vt:filetime>
  </property>
  <property fmtid="{D5CDD505-2E9C-101B-9397-08002B2CF9AE}" pid="3" name="LastSaved">
    <vt:filetime>2019-06-14T00:00:00Z</vt:filetime>
  </property>
</Properties>
</file>